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23AE" w:rsidRDefault="008F23AE" w:rsidP="00FB1323">
      <w:pPr>
        <w:tabs>
          <w:tab w:val="left" w:pos="1701"/>
        </w:tabs>
      </w:pPr>
    </w:p>
    <w:p w:rsidR="008F23AE" w:rsidRPr="00A03FE3" w:rsidRDefault="001516F1" w:rsidP="008B65C3">
      <w:pPr>
        <w:rPr>
          <w:sz w:val="24"/>
          <w:szCs w:val="24"/>
          <w:lang w:val="et-EE"/>
        </w:rPr>
      </w:pPr>
      <w:r>
        <w:rPr>
          <w:noProof/>
          <w:lang w:val="et-EE" w:eastAsia="et-EE"/>
        </w:rPr>
        <w:drawing>
          <wp:anchor distT="36576" distB="36576" distL="36576" distR="36576" simplePos="0" relativeHeight="251658240" behindDoc="0" locked="0" layoutInCell="1" allowOverlap="1">
            <wp:simplePos x="0" y="0"/>
            <wp:positionH relativeFrom="column">
              <wp:posOffset>4914900</wp:posOffset>
            </wp:positionH>
            <wp:positionV relativeFrom="paragraph">
              <wp:posOffset>9144000</wp:posOffset>
            </wp:positionV>
            <wp:extent cx="1828800" cy="228600"/>
            <wp:effectExtent l="0" t="0" r="0" b="0"/>
            <wp:wrapNone/>
            <wp:docPr id="8" name="Pilt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3791" r="5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642AF">
        <w:rPr>
          <w:noProof/>
          <w:lang w:val="et-EE" w:eastAsia="et-EE"/>
        </w:rPr>
        <mc:AlternateContent>
          <mc:Choice Requires="wps">
            <w:drawing>
              <wp:anchor distT="36576" distB="36576" distL="36576" distR="36576" simplePos="0" relativeHeight="251657216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9144000</wp:posOffset>
                </wp:positionV>
                <wp:extent cx="4572000" cy="228600"/>
                <wp:effectExtent l="3810" t="2540" r="0" b="0"/>
                <wp:wrapNone/>
                <wp:docPr id="7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 flipV="1">
                          <a:off x="0" y="0"/>
                          <a:ext cx="4572000" cy="228600"/>
                        </a:xfrm>
                        <a:prstGeom prst="rect">
                          <a:avLst/>
                        </a:prstGeom>
                        <a:solidFill>
                          <a:srgbClr val="4C2A2C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39CE11F" id="Rectangle 5" o:spid="_x0000_s1026" style="position:absolute;margin-left:27pt;margin-top:10in;width:5in;height:18pt;rotation:180;flip:y;z-index:25165721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" fillcolor="#4c2a2c" stroked="f" insetpen="t">
                <v:shadow color="#ccc"/>
                <v:textbox inset="2.88pt,2.88pt,2.88pt,2.88pt"/>
              </v:rect>
            </w:pict>
          </mc:Fallback>
        </mc:AlternateContent>
      </w:r>
      <w:r w:rsidR="008F23AE">
        <w:rPr>
          <w:sz w:val="24"/>
          <w:szCs w:val="24"/>
          <w:lang w:val="et-EE"/>
        </w:rPr>
        <w:t xml:space="preserve"> </w:t>
      </w:r>
    </w:p>
    <w:p w:rsidR="006B782A" w:rsidRDefault="006B782A" w:rsidP="006B782A">
      <w:pPr>
        <w:rPr>
          <w:sz w:val="24"/>
          <w:szCs w:val="24"/>
          <w:lang w:val="et-EE"/>
        </w:rPr>
      </w:pPr>
      <w:r w:rsidRPr="00591A79">
        <w:rPr>
          <w:sz w:val="24"/>
          <w:szCs w:val="24"/>
          <w:lang w:val="et-EE"/>
        </w:rPr>
        <w:t>Lõuna P</w:t>
      </w:r>
      <w:r>
        <w:rPr>
          <w:sz w:val="24"/>
          <w:szCs w:val="24"/>
          <w:lang w:val="et-EE"/>
        </w:rPr>
        <w:t>äästeamet</w:t>
      </w:r>
    </w:p>
    <w:p w:rsidR="006B782A" w:rsidRPr="006B782A" w:rsidRDefault="006B782A" w:rsidP="006B782A">
      <w:p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E-post: </w:t>
      </w:r>
      <w:hyperlink r:id="rId8" w:history="1">
        <w:r w:rsidRPr="005E5ED6">
          <w:rPr>
            <w:rStyle w:val="Hperlink"/>
            <w:sz w:val="24"/>
            <w:szCs w:val="24"/>
          </w:rPr>
          <w:t>louna@rescue.ee</w:t>
        </w:r>
      </w:hyperlink>
      <w:r w:rsidR="00BA6C5C">
        <w:rPr>
          <w:sz w:val="24"/>
          <w:szCs w:val="24"/>
        </w:rPr>
        <w:tab/>
      </w:r>
      <w:r w:rsidR="00BA6C5C">
        <w:rPr>
          <w:sz w:val="24"/>
          <w:szCs w:val="24"/>
        </w:rPr>
        <w:tab/>
      </w:r>
      <w:r w:rsidR="00BA6C5C">
        <w:rPr>
          <w:sz w:val="24"/>
          <w:szCs w:val="24"/>
        </w:rPr>
        <w:tab/>
      </w:r>
      <w:r w:rsidR="00BA6C5C">
        <w:rPr>
          <w:sz w:val="24"/>
          <w:szCs w:val="24"/>
        </w:rPr>
        <w:tab/>
      </w:r>
      <w:r w:rsidR="00BA6C5C">
        <w:rPr>
          <w:sz w:val="24"/>
          <w:szCs w:val="24"/>
        </w:rPr>
        <w:tab/>
      </w:r>
      <w:proofErr w:type="spellStart"/>
      <w:r w:rsidR="00BA6C5C">
        <w:rPr>
          <w:sz w:val="24"/>
          <w:szCs w:val="24"/>
        </w:rPr>
        <w:t>Meie</w:t>
      </w:r>
      <w:proofErr w:type="spellEnd"/>
      <w:r w:rsidR="00BA6C5C">
        <w:rPr>
          <w:sz w:val="24"/>
          <w:szCs w:val="24"/>
        </w:rPr>
        <w:t xml:space="preserve">: 16.05.2025 </w:t>
      </w:r>
      <w:proofErr w:type="spellStart"/>
      <w:r w:rsidR="00BA6C5C">
        <w:rPr>
          <w:sz w:val="24"/>
          <w:szCs w:val="24"/>
        </w:rPr>
        <w:t>nr</w:t>
      </w:r>
      <w:proofErr w:type="spellEnd"/>
      <w:r w:rsidR="00BA6C5C">
        <w:rPr>
          <w:sz w:val="24"/>
          <w:szCs w:val="24"/>
        </w:rPr>
        <w:t xml:space="preserve"> 2.1-02</w:t>
      </w:r>
    </w:p>
    <w:p w:rsidR="006B782A" w:rsidRDefault="006B782A" w:rsidP="006B782A">
      <w:pPr>
        <w:ind w:left="709"/>
        <w:rPr>
          <w:sz w:val="24"/>
          <w:szCs w:val="24"/>
        </w:rPr>
      </w:pPr>
    </w:p>
    <w:p w:rsidR="006B782A" w:rsidRDefault="006B782A" w:rsidP="006B782A">
      <w:pPr>
        <w:ind w:left="709"/>
        <w:rPr>
          <w:sz w:val="24"/>
          <w:szCs w:val="24"/>
        </w:rPr>
      </w:pPr>
    </w:p>
    <w:p w:rsidR="006B782A" w:rsidRDefault="006B782A" w:rsidP="006B782A">
      <w:pPr>
        <w:ind w:left="709"/>
        <w:rPr>
          <w:sz w:val="24"/>
          <w:szCs w:val="24"/>
        </w:rPr>
      </w:pPr>
    </w:p>
    <w:p w:rsidR="006B782A" w:rsidRDefault="006B782A" w:rsidP="006B782A">
      <w:pPr>
        <w:ind w:left="709"/>
        <w:rPr>
          <w:sz w:val="24"/>
          <w:szCs w:val="24"/>
        </w:rPr>
      </w:pPr>
    </w:p>
    <w:p w:rsidR="006B782A" w:rsidRDefault="006B782A" w:rsidP="006B782A">
      <w:pPr>
        <w:ind w:left="709"/>
        <w:rPr>
          <w:sz w:val="24"/>
          <w:szCs w:val="24"/>
        </w:rPr>
      </w:pPr>
    </w:p>
    <w:p w:rsidR="006B782A" w:rsidRDefault="006B782A" w:rsidP="006B782A">
      <w:pPr>
        <w:ind w:left="709"/>
        <w:rPr>
          <w:sz w:val="24"/>
          <w:szCs w:val="24"/>
        </w:rPr>
      </w:pPr>
      <w:r>
        <w:rPr>
          <w:sz w:val="24"/>
          <w:szCs w:val="24"/>
        </w:rPr>
        <w:t>AVALDUS</w:t>
      </w:r>
    </w:p>
    <w:p w:rsidR="006B782A" w:rsidRDefault="006B782A" w:rsidP="006B782A">
      <w:pPr>
        <w:ind w:left="709"/>
        <w:rPr>
          <w:sz w:val="24"/>
          <w:szCs w:val="24"/>
        </w:rPr>
      </w:pPr>
    </w:p>
    <w:p w:rsidR="006B782A" w:rsidRDefault="006B782A" w:rsidP="006B782A">
      <w:pPr>
        <w:ind w:left="709"/>
        <w:jc w:val="both"/>
        <w:rPr>
          <w:sz w:val="24"/>
          <w:szCs w:val="24"/>
        </w:rPr>
      </w:pPr>
    </w:p>
    <w:p w:rsidR="006B782A" w:rsidRDefault="006B782A" w:rsidP="006B782A">
      <w:pPr>
        <w:spacing w:line="360" w:lineRule="auto"/>
        <w:ind w:left="709" w:right="762"/>
        <w:jc w:val="both"/>
        <w:rPr>
          <w:sz w:val="24"/>
          <w:szCs w:val="24"/>
        </w:rPr>
      </w:pPr>
    </w:p>
    <w:p w:rsidR="006B782A" w:rsidRDefault="006B782A" w:rsidP="006B782A">
      <w:pPr>
        <w:spacing w:line="360" w:lineRule="auto"/>
        <w:ind w:left="709" w:right="762"/>
        <w:jc w:val="both"/>
        <w:rPr>
          <w:sz w:val="24"/>
          <w:szCs w:val="24"/>
        </w:rPr>
      </w:pPr>
    </w:p>
    <w:p w:rsidR="006B782A" w:rsidRDefault="006B782A" w:rsidP="006B782A">
      <w:pPr>
        <w:spacing w:line="360" w:lineRule="auto"/>
        <w:ind w:right="762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Palume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väljastada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tõendi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selle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kohta</w:t>
      </w:r>
      <w:proofErr w:type="spellEnd"/>
      <w:r>
        <w:rPr>
          <w:sz w:val="24"/>
          <w:szCs w:val="24"/>
        </w:rPr>
        <w:t xml:space="preserve">, et </w:t>
      </w:r>
      <w:proofErr w:type="spellStart"/>
      <w:r w:rsidR="001E6E74">
        <w:rPr>
          <w:sz w:val="24"/>
          <w:szCs w:val="24"/>
        </w:rPr>
        <w:t>nädala</w:t>
      </w:r>
      <w:proofErr w:type="spellEnd"/>
      <w:r w:rsidR="001E6E74">
        <w:rPr>
          <w:sz w:val="24"/>
          <w:szCs w:val="24"/>
        </w:rPr>
        <w:t xml:space="preserve"> </w:t>
      </w:r>
      <w:proofErr w:type="spellStart"/>
      <w:r w:rsidR="001E6E74">
        <w:rPr>
          <w:sz w:val="24"/>
          <w:szCs w:val="24"/>
        </w:rPr>
        <w:t>päevahoiu</w:t>
      </w:r>
      <w:proofErr w:type="spellEnd"/>
      <w:r w:rsidR="001E6E74">
        <w:rPr>
          <w:sz w:val="24"/>
          <w:szCs w:val="24"/>
        </w:rPr>
        <w:t xml:space="preserve"> </w:t>
      </w:r>
      <w:proofErr w:type="spellStart"/>
      <w:proofErr w:type="gramStart"/>
      <w:r w:rsidR="001E6E74">
        <w:rPr>
          <w:sz w:val="24"/>
          <w:szCs w:val="24"/>
        </w:rPr>
        <w:t>teenuse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osutamise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koht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vastab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tuleohutuse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nõuetele</w:t>
      </w:r>
      <w:proofErr w:type="spellEnd"/>
      <w:r>
        <w:rPr>
          <w:sz w:val="24"/>
          <w:szCs w:val="24"/>
        </w:rPr>
        <w:t xml:space="preserve">.   MTÜ </w:t>
      </w:r>
      <w:proofErr w:type="spellStart"/>
      <w:r>
        <w:rPr>
          <w:sz w:val="24"/>
          <w:szCs w:val="24"/>
        </w:rPr>
        <w:t>Toetuskeskus</w:t>
      </w:r>
      <w:proofErr w:type="spellEnd"/>
      <w:r>
        <w:rPr>
          <w:sz w:val="24"/>
          <w:szCs w:val="24"/>
        </w:rPr>
        <w:t xml:space="preserve"> Meiela </w:t>
      </w:r>
      <w:proofErr w:type="spellStart"/>
      <w:r w:rsidR="001E6E74">
        <w:rPr>
          <w:sz w:val="24"/>
          <w:szCs w:val="24"/>
        </w:rPr>
        <w:t>teenuse</w:t>
      </w:r>
      <w:proofErr w:type="spellEnd"/>
      <w:r w:rsidR="001E6E74">
        <w:rPr>
          <w:sz w:val="24"/>
          <w:szCs w:val="24"/>
        </w:rPr>
        <w:t xml:space="preserve"> </w:t>
      </w:r>
      <w:proofErr w:type="spellStart"/>
      <w:r w:rsidR="001E6E74">
        <w:rPr>
          <w:sz w:val="24"/>
          <w:szCs w:val="24"/>
        </w:rPr>
        <w:t>osutamine</w:t>
      </w:r>
      <w:proofErr w:type="spellEnd"/>
      <w:r w:rsidR="001E6E74">
        <w:rPr>
          <w:sz w:val="24"/>
          <w:szCs w:val="24"/>
        </w:rPr>
        <w:t xml:space="preserve"> </w:t>
      </w:r>
      <w:proofErr w:type="spellStart"/>
      <w:r w:rsidR="001E6E74">
        <w:rPr>
          <w:sz w:val="24"/>
          <w:szCs w:val="24"/>
        </w:rPr>
        <w:t>toimub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aadresil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Liiva</w:t>
      </w:r>
      <w:proofErr w:type="spell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16a ,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Võru</w:t>
      </w:r>
      <w:proofErr w:type="spellEnd"/>
      <w:r>
        <w:rPr>
          <w:sz w:val="24"/>
          <w:szCs w:val="24"/>
        </w:rPr>
        <w:t xml:space="preserve"> 65609.</w:t>
      </w:r>
      <w:r w:rsidR="001E6E74">
        <w:rPr>
          <w:sz w:val="24"/>
          <w:szCs w:val="24"/>
        </w:rPr>
        <w:t xml:space="preserve"> </w:t>
      </w:r>
    </w:p>
    <w:p w:rsidR="001E6E74" w:rsidRDefault="001E6E74" w:rsidP="006B782A">
      <w:pPr>
        <w:spacing w:line="360" w:lineRule="auto"/>
        <w:ind w:right="762"/>
        <w:jc w:val="both"/>
        <w:rPr>
          <w:sz w:val="24"/>
          <w:szCs w:val="24"/>
        </w:rPr>
      </w:pPr>
    </w:p>
    <w:p w:rsidR="001E6E74" w:rsidRDefault="001E6E74" w:rsidP="006B782A">
      <w:pPr>
        <w:spacing w:line="360" w:lineRule="auto"/>
        <w:ind w:right="76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Lisa 1. </w:t>
      </w:r>
      <w:proofErr w:type="spellStart"/>
      <w:r>
        <w:rPr>
          <w:sz w:val="24"/>
          <w:szCs w:val="24"/>
        </w:rPr>
        <w:t>Ruumiskeem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eralda</w:t>
      </w:r>
      <w:bookmarkStart w:id="0" w:name="_GoBack"/>
      <w:bookmarkEnd w:id="0"/>
      <w:r>
        <w:rPr>
          <w:sz w:val="24"/>
          <w:szCs w:val="24"/>
        </w:rPr>
        <w:t>tud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punasega</w:t>
      </w:r>
      <w:proofErr w:type="spellEnd"/>
      <w:r>
        <w:rPr>
          <w:sz w:val="24"/>
          <w:szCs w:val="24"/>
        </w:rPr>
        <w:t>)</w:t>
      </w:r>
    </w:p>
    <w:p w:rsidR="006B782A" w:rsidRDefault="006B782A" w:rsidP="006B782A">
      <w:pPr>
        <w:spacing w:line="360" w:lineRule="auto"/>
        <w:ind w:left="709" w:right="762"/>
        <w:jc w:val="both"/>
        <w:rPr>
          <w:sz w:val="24"/>
          <w:szCs w:val="24"/>
        </w:rPr>
      </w:pPr>
    </w:p>
    <w:p w:rsidR="006B782A" w:rsidRDefault="006B782A" w:rsidP="006B782A">
      <w:pPr>
        <w:spacing w:line="360" w:lineRule="auto"/>
        <w:ind w:left="709" w:right="762"/>
        <w:jc w:val="both"/>
        <w:rPr>
          <w:sz w:val="24"/>
          <w:szCs w:val="24"/>
        </w:rPr>
      </w:pPr>
    </w:p>
    <w:p w:rsidR="006B782A" w:rsidRDefault="006B782A" w:rsidP="006B782A">
      <w:pPr>
        <w:spacing w:line="360" w:lineRule="auto"/>
        <w:ind w:left="709" w:right="762"/>
        <w:jc w:val="both"/>
        <w:rPr>
          <w:sz w:val="24"/>
          <w:szCs w:val="24"/>
        </w:rPr>
      </w:pPr>
    </w:p>
    <w:p w:rsidR="006B782A" w:rsidRDefault="006B782A" w:rsidP="006B782A">
      <w:pPr>
        <w:spacing w:line="360" w:lineRule="auto"/>
        <w:ind w:left="709" w:right="762"/>
        <w:jc w:val="both"/>
        <w:rPr>
          <w:sz w:val="24"/>
          <w:szCs w:val="24"/>
        </w:rPr>
      </w:pPr>
    </w:p>
    <w:p w:rsidR="006B782A" w:rsidRDefault="006B782A" w:rsidP="006B782A">
      <w:pPr>
        <w:spacing w:line="360" w:lineRule="auto"/>
        <w:ind w:left="709" w:right="762"/>
        <w:jc w:val="both"/>
        <w:rPr>
          <w:sz w:val="24"/>
          <w:szCs w:val="24"/>
        </w:rPr>
      </w:pPr>
    </w:p>
    <w:p w:rsidR="006B782A" w:rsidRDefault="006B782A" w:rsidP="006B782A">
      <w:pPr>
        <w:spacing w:line="360" w:lineRule="auto"/>
        <w:ind w:right="762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Lugupidamisega</w:t>
      </w:r>
      <w:proofErr w:type="spellEnd"/>
    </w:p>
    <w:p w:rsidR="006B782A" w:rsidRDefault="006B782A" w:rsidP="006B782A">
      <w:pPr>
        <w:spacing w:line="360" w:lineRule="auto"/>
        <w:ind w:right="76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Tatiana </w:t>
      </w:r>
      <w:proofErr w:type="spellStart"/>
      <w:r>
        <w:rPr>
          <w:sz w:val="24"/>
          <w:szCs w:val="24"/>
        </w:rPr>
        <w:t>Panichkina</w:t>
      </w:r>
      <w:proofErr w:type="spellEnd"/>
    </w:p>
    <w:p w:rsidR="006B782A" w:rsidRDefault="006B782A" w:rsidP="006B782A">
      <w:pPr>
        <w:spacing w:line="360" w:lineRule="auto"/>
        <w:ind w:right="762"/>
        <w:jc w:val="both"/>
        <w:rPr>
          <w:i/>
          <w:sz w:val="24"/>
          <w:szCs w:val="24"/>
        </w:rPr>
      </w:pPr>
      <w:r>
        <w:rPr>
          <w:sz w:val="24"/>
          <w:szCs w:val="24"/>
        </w:rPr>
        <w:t>/</w:t>
      </w:r>
      <w:proofErr w:type="spellStart"/>
      <w:r>
        <w:rPr>
          <w:i/>
          <w:sz w:val="24"/>
          <w:szCs w:val="24"/>
        </w:rPr>
        <w:t>allkirjastatud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digitaalselt</w:t>
      </w:r>
      <w:proofErr w:type="spellEnd"/>
      <w:r>
        <w:rPr>
          <w:i/>
          <w:sz w:val="24"/>
          <w:szCs w:val="24"/>
        </w:rPr>
        <w:t>/</w:t>
      </w:r>
    </w:p>
    <w:p w:rsidR="006B782A" w:rsidRDefault="006B782A" w:rsidP="006B782A">
      <w:pPr>
        <w:spacing w:line="360" w:lineRule="auto"/>
        <w:ind w:right="76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MTÜ </w:t>
      </w:r>
      <w:proofErr w:type="spellStart"/>
      <w:r>
        <w:rPr>
          <w:sz w:val="24"/>
          <w:szCs w:val="24"/>
        </w:rPr>
        <w:t>Toetuskeskus</w:t>
      </w:r>
      <w:proofErr w:type="spellEnd"/>
      <w:r>
        <w:rPr>
          <w:sz w:val="24"/>
          <w:szCs w:val="24"/>
        </w:rPr>
        <w:t xml:space="preserve"> Meiela</w:t>
      </w:r>
    </w:p>
    <w:p w:rsidR="006B782A" w:rsidRPr="008E526C" w:rsidRDefault="006B782A" w:rsidP="006B782A">
      <w:pPr>
        <w:spacing w:line="360" w:lineRule="auto"/>
        <w:ind w:right="762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Juhatuse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esimees</w:t>
      </w:r>
      <w:proofErr w:type="spellEnd"/>
    </w:p>
    <w:p w:rsidR="00A37B5F" w:rsidRPr="009E2293" w:rsidRDefault="006B782A" w:rsidP="008B65C3">
      <w:pPr>
        <w:tabs>
          <w:tab w:val="left" w:pos="8535"/>
        </w:tabs>
        <w:spacing w:line="360" w:lineRule="auto"/>
        <w:rPr>
          <w:lang w:val="et-EE"/>
        </w:rPr>
      </w:pPr>
      <w:r>
        <w:rPr>
          <w:lang w:val="et-EE"/>
        </w:rPr>
        <w:t>+372 5154418</w:t>
      </w:r>
      <w:r w:rsidR="009E2293">
        <w:rPr>
          <w:lang w:val="et-EE"/>
        </w:rPr>
        <w:tab/>
      </w:r>
    </w:p>
    <w:sectPr w:rsidR="00A37B5F" w:rsidRPr="009E2293" w:rsidSect="00B84F28">
      <w:headerReference w:type="default" r:id="rId9"/>
      <w:footerReference w:type="default" r:id="rId10"/>
      <w:pgSz w:w="11907" w:h="16839" w:code="9"/>
      <w:pgMar w:top="851" w:right="851" w:bottom="567" w:left="1701" w:header="0" w:footer="3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5BE6" w:rsidRDefault="00D65BE6">
      <w:r>
        <w:separator/>
      </w:r>
    </w:p>
  </w:endnote>
  <w:endnote w:type="continuationSeparator" w:id="0">
    <w:p w:rsidR="00D65BE6" w:rsidRDefault="00D65B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1F8E" w:rsidRDefault="00BA1F8E" w:rsidP="00BA1F8E">
    <w:pPr>
      <w:pStyle w:val="Jalus"/>
      <w:pBdr>
        <w:top w:val="single" w:sz="4" w:space="1" w:color="A5A5A5"/>
      </w:pBdr>
      <w:rPr>
        <w:color w:val="7F7F7F"/>
      </w:rPr>
    </w:pPr>
    <w:r w:rsidRPr="00557597">
      <w:rPr>
        <w:noProof/>
        <w:color w:val="auto"/>
        <w:sz w:val="6"/>
        <w:szCs w:val="6"/>
      </w:rPr>
      <w:t>.</w:t>
    </w:r>
  </w:p>
  <w:p w:rsidR="00BA1F8E" w:rsidRPr="00653EFC" w:rsidRDefault="001516F1" w:rsidP="00653EFC">
    <w:pPr>
      <w:spacing w:line="360" w:lineRule="auto"/>
      <w:rPr>
        <w:rFonts w:ascii="Tahoma" w:hAnsi="Tahoma" w:cs="Tahoma"/>
        <w:b/>
        <w:color w:val="808080"/>
        <w:kern w:val="0"/>
        <w:sz w:val="24"/>
        <w:szCs w:val="24"/>
        <w:lang w:val="et-EE" w:eastAsia="et-EE"/>
      </w:rPr>
    </w:pPr>
    <w:r w:rsidRPr="00653EFC">
      <w:rPr>
        <w:b/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4424680</wp:posOffset>
              </wp:positionH>
              <wp:positionV relativeFrom="paragraph">
                <wp:posOffset>224790</wp:posOffset>
              </wp:positionV>
              <wp:extent cx="1844040" cy="662305"/>
              <wp:effectExtent l="0" t="4445" r="4445" b="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44040" cy="6623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7187B" w:rsidRDefault="00BA1F8E" w:rsidP="00653EFC">
                          <w:pPr>
                            <w:spacing w:line="276" w:lineRule="auto"/>
                            <w:rPr>
                              <w:rFonts w:ascii="Tahoma" w:hAnsi="Tahoma" w:cs="Tahoma"/>
                              <w:color w:val="808080"/>
                              <w:kern w:val="0"/>
                              <w:lang w:val="et-EE" w:eastAsia="et-EE"/>
                            </w:rPr>
                          </w:pPr>
                          <w:r w:rsidRPr="00966E21">
                            <w:rPr>
                              <w:rFonts w:ascii="Tahoma" w:hAnsi="Tahoma" w:cs="Tahoma"/>
                              <w:color w:val="808080"/>
                              <w:kern w:val="0"/>
                              <w:lang w:val="et-EE" w:eastAsia="et-EE"/>
                            </w:rPr>
                            <w:t>Tel</w:t>
                          </w:r>
                          <w:r w:rsidR="00653EFC">
                            <w:rPr>
                              <w:rFonts w:ascii="Tahoma" w:hAnsi="Tahoma" w:cs="Tahoma"/>
                              <w:color w:val="808080"/>
                              <w:kern w:val="0"/>
                              <w:lang w:val="et-EE" w:eastAsia="et-EE"/>
                            </w:rPr>
                            <w:t xml:space="preserve">efon: </w:t>
                          </w:r>
                          <w:r w:rsidR="0037187B">
                            <w:rPr>
                              <w:rFonts w:ascii="Tahoma" w:hAnsi="Tahoma" w:cs="Tahoma"/>
                              <w:color w:val="808080"/>
                              <w:kern w:val="0"/>
                              <w:lang w:val="et-EE" w:eastAsia="et-EE"/>
                            </w:rPr>
                            <w:t>5300 9812</w:t>
                          </w:r>
                        </w:p>
                        <w:p w:rsidR="00BA1F8E" w:rsidRPr="00966E21" w:rsidRDefault="00653EFC" w:rsidP="00653EFC">
                          <w:pPr>
                            <w:spacing w:line="276" w:lineRule="auto"/>
                            <w:rPr>
                              <w:rFonts w:ascii="Tahoma" w:hAnsi="Tahoma" w:cs="Tahoma"/>
                              <w:color w:val="808080"/>
                              <w:kern w:val="0"/>
                              <w:lang w:val="et-EE" w:eastAsia="et-EE"/>
                            </w:rPr>
                          </w:pPr>
                          <w:r>
                            <w:rPr>
                              <w:rFonts w:ascii="Tahoma" w:hAnsi="Tahoma" w:cs="Tahoma"/>
                              <w:color w:val="808080"/>
                              <w:kern w:val="0"/>
                              <w:lang w:val="et-EE" w:eastAsia="et-EE"/>
                            </w:rPr>
                            <w:t xml:space="preserve">e-mail: </w:t>
                          </w:r>
                          <w:r>
                            <w:rPr>
                              <w:rFonts w:ascii="Tahoma" w:hAnsi="Tahoma" w:cs="Tahoma"/>
                              <w:color w:val="808080"/>
                              <w:kern w:val="0"/>
                              <w:lang w:val="et-EE" w:eastAsia="et-EE"/>
                            </w:rPr>
                            <w:tab/>
                          </w:r>
                          <w:r w:rsidR="00BA1F8E" w:rsidRPr="00966E21">
                            <w:rPr>
                              <w:rFonts w:ascii="Tahoma" w:hAnsi="Tahoma" w:cs="Tahoma"/>
                              <w:color w:val="808080"/>
                              <w:kern w:val="0"/>
                              <w:lang w:val="et-EE" w:eastAsia="et-EE"/>
                            </w:rPr>
                            <w:t>meiela@lasva.ee</w:t>
                          </w:r>
                        </w:p>
                        <w:p w:rsidR="00BA1F8E" w:rsidRPr="00966E21" w:rsidRDefault="00653EFC" w:rsidP="00653EFC">
                          <w:pPr>
                            <w:spacing w:line="276" w:lineRule="auto"/>
                            <w:rPr>
                              <w:rFonts w:ascii="Tahoma" w:hAnsi="Tahoma" w:cs="Tahoma"/>
                              <w:color w:val="808080"/>
                              <w:kern w:val="0"/>
                              <w:lang w:val="et-EE" w:eastAsia="et-EE"/>
                            </w:rPr>
                          </w:pPr>
                          <w:r>
                            <w:rPr>
                              <w:rFonts w:ascii="Tahoma" w:hAnsi="Tahoma" w:cs="Tahoma"/>
                              <w:color w:val="808080"/>
                              <w:kern w:val="0"/>
                              <w:lang w:val="et-EE" w:eastAsia="et-EE"/>
                            </w:rPr>
                            <w:t xml:space="preserve">WWW: </w:t>
                          </w:r>
                          <w:r w:rsidR="00BA1F8E">
                            <w:rPr>
                              <w:rFonts w:ascii="Tahoma" w:hAnsi="Tahoma" w:cs="Tahoma"/>
                              <w:color w:val="808080"/>
                              <w:kern w:val="0"/>
                              <w:lang w:val="et-EE" w:eastAsia="et-EE"/>
                            </w:rPr>
                            <w:t>www.</w:t>
                          </w:r>
                          <w:r w:rsidR="0037187B">
                            <w:rPr>
                              <w:rFonts w:ascii="Tahoma" w:hAnsi="Tahoma" w:cs="Tahoma"/>
                              <w:color w:val="808080"/>
                              <w:kern w:val="0"/>
                              <w:lang w:val="et-EE" w:eastAsia="et-EE"/>
                            </w:rPr>
                            <w:t>m</w:t>
                          </w:r>
                          <w:r w:rsidR="00BA1F8E" w:rsidRPr="00966E21">
                            <w:rPr>
                              <w:rFonts w:ascii="Tahoma" w:hAnsi="Tahoma" w:cs="Tahoma"/>
                              <w:color w:val="808080"/>
                              <w:kern w:val="0"/>
                              <w:lang w:val="et-EE" w:eastAsia="et-EE"/>
                            </w:rPr>
                            <w:t>eiela</w:t>
                          </w:r>
                          <w:r w:rsidR="00BA1F8E">
                            <w:rPr>
                              <w:rFonts w:ascii="Tahoma" w:hAnsi="Tahoma" w:cs="Tahoma"/>
                              <w:color w:val="808080"/>
                              <w:kern w:val="0"/>
                              <w:lang w:val="et-EE" w:eastAsia="et-EE"/>
                            </w:rPr>
                            <w:t>.ee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348.4pt;margin-top:17.7pt;width:145.2pt;height:52.1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" stroked="f">
              <v:textbox>
                <w:txbxContent>
                  <w:p w:rsidR="0037187B" w:rsidRDefault="00BA1F8E" w:rsidP="00653EFC">
                    <w:pPr>
                      <w:spacing w:line="276" w:lineRule="auto"/>
                      <w:rPr>
                        <w:rFonts w:ascii="Tahoma" w:hAnsi="Tahoma" w:cs="Tahoma"/>
                        <w:color w:val="808080"/>
                        <w:kern w:val="0"/>
                        <w:lang w:val="et-EE" w:eastAsia="et-EE"/>
                      </w:rPr>
                    </w:pPr>
                    <w:r w:rsidRPr="00966E21">
                      <w:rPr>
                        <w:rFonts w:ascii="Tahoma" w:hAnsi="Tahoma" w:cs="Tahoma"/>
                        <w:color w:val="808080"/>
                        <w:kern w:val="0"/>
                        <w:lang w:val="et-EE" w:eastAsia="et-EE"/>
                      </w:rPr>
                      <w:t>Tel</w:t>
                    </w:r>
                    <w:r w:rsidR="00653EFC">
                      <w:rPr>
                        <w:rFonts w:ascii="Tahoma" w:hAnsi="Tahoma" w:cs="Tahoma"/>
                        <w:color w:val="808080"/>
                        <w:kern w:val="0"/>
                        <w:lang w:val="et-EE" w:eastAsia="et-EE"/>
                      </w:rPr>
                      <w:t xml:space="preserve">efon: </w:t>
                    </w:r>
                    <w:r w:rsidR="0037187B">
                      <w:rPr>
                        <w:rFonts w:ascii="Tahoma" w:hAnsi="Tahoma" w:cs="Tahoma"/>
                        <w:color w:val="808080"/>
                        <w:kern w:val="0"/>
                        <w:lang w:val="et-EE" w:eastAsia="et-EE"/>
                      </w:rPr>
                      <w:t>5300 9812</w:t>
                    </w:r>
                  </w:p>
                  <w:p w:rsidR="00BA1F8E" w:rsidRPr="00966E21" w:rsidRDefault="00653EFC" w:rsidP="00653EFC">
                    <w:pPr>
                      <w:spacing w:line="276" w:lineRule="auto"/>
                      <w:rPr>
                        <w:rFonts w:ascii="Tahoma" w:hAnsi="Tahoma" w:cs="Tahoma"/>
                        <w:color w:val="808080"/>
                        <w:kern w:val="0"/>
                        <w:lang w:val="et-EE" w:eastAsia="et-EE"/>
                      </w:rPr>
                    </w:pPr>
                    <w:r>
                      <w:rPr>
                        <w:rFonts w:ascii="Tahoma" w:hAnsi="Tahoma" w:cs="Tahoma"/>
                        <w:color w:val="808080"/>
                        <w:kern w:val="0"/>
                        <w:lang w:val="et-EE" w:eastAsia="et-EE"/>
                      </w:rPr>
                      <w:t xml:space="preserve">e-mail: </w:t>
                    </w:r>
                    <w:r>
                      <w:rPr>
                        <w:rFonts w:ascii="Tahoma" w:hAnsi="Tahoma" w:cs="Tahoma"/>
                        <w:color w:val="808080"/>
                        <w:kern w:val="0"/>
                        <w:lang w:val="et-EE" w:eastAsia="et-EE"/>
                      </w:rPr>
                      <w:tab/>
                    </w:r>
                    <w:r w:rsidR="00BA1F8E" w:rsidRPr="00966E21">
                      <w:rPr>
                        <w:rFonts w:ascii="Tahoma" w:hAnsi="Tahoma" w:cs="Tahoma"/>
                        <w:color w:val="808080"/>
                        <w:kern w:val="0"/>
                        <w:lang w:val="et-EE" w:eastAsia="et-EE"/>
                      </w:rPr>
                      <w:t>meiela@lasva.ee</w:t>
                    </w:r>
                  </w:p>
                  <w:p w:rsidR="00BA1F8E" w:rsidRPr="00966E21" w:rsidRDefault="00653EFC" w:rsidP="00653EFC">
                    <w:pPr>
                      <w:spacing w:line="276" w:lineRule="auto"/>
                      <w:rPr>
                        <w:rFonts w:ascii="Tahoma" w:hAnsi="Tahoma" w:cs="Tahoma"/>
                        <w:color w:val="808080"/>
                        <w:kern w:val="0"/>
                        <w:lang w:val="et-EE" w:eastAsia="et-EE"/>
                      </w:rPr>
                    </w:pPr>
                    <w:r>
                      <w:rPr>
                        <w:rFonts w:ascii="Tahoma" w:hAnsi="Tahoma" w:cs="Tahoma"/>
                        <w:color w:val="808080"/>
                        <w:kern w:val="0"/>
                        <w:lang w:val="et-EE" w:eastAsia="et-EE"/>
                      </w:rPr>
                      <w:t xml:space="preserve">WWW: </w:t>
                    </w:r>
                    <w:r w:rsidR="00BA1F8E">
                      <w:rPr>
                        <w:rFonts w:ascii="Tahoma" w:hAnsi="Tahoma" w:cs="Tahoma"/>
                        <w:color w:val="808080"/>
                        <w:kern w:val="0"/>
                        <w:lang w:val="et-EE" w:eastAsia="et-EE"/>
                      </w:rPr>
                      <w:t>www.</w:t>
                    </w:r>
                    <w:r w:rsidR="0037187B">
                      <w:rPr>
                        <w:rFonts w:ascii="Tahoma" w:hAnsi="Tahoma" w:cs="Tahoma"/>
                        <w:color w:val="808080"/>
                        <w:kern w:val="0"/>
                        <w:lang w:val="et-EE" w:eastAsia="et-EE"/>
                      </w:rPr>
                      <w:t>m</w:t>
                    </w:r>
                    <w:r w:rsidR="00BA1F8E" w:rsidRPr="00966E21">
                      <w:rPr>
                        <w:rFonts w:ascii="Tahoma" w:hAnsi="Tahoma" w:cs="Tahoma"/>
                        <w:color w:val="808080"/>
                        <w:kern w:val="0"/>
                        <w:lang w:val="et-EE" w:eastAsia="et-EE"/>
                      </w:rPr>
                      <w:t>eiela</w:t>
                    </w:r>
                    <w:r w:rsidR="00BA1F8E">
                      <w:rPr>
                        <w:rFonts w:ascii="Tahoma" w:hAnsi="Tahoma" w:cs="Tahoma"/>
                        <w:color w:val="808080"/>
                        <w:kern w:val="0"/>
                        <w:lang w:val="et-EE" w:eastAsia="et-EE"/>
                      </w:rPr>
                      <w:t>.ee</w:t>
                    </w:r>
                  </w:p>
                </w:txbxContent>
              </v:textbox>
            </v:shape>
          </w:pict>
        </mc:Fallback>
      </mc:AlternateContent>
    </w:r>
    <w:r w:rsidRPr="00653EFC">
      <w:rPr>
        <w:b/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2302510</wp:posOffset>
              </wp:positionH>
              <wp:positionV relativeFrom="paragraph">
                <wp:posOffset>224790</wp:posOffset>
              </wp:positionV>
              <wp:extent cx="1984375" cy="662305"/>
              <wp:effectExtent l="1270" t="4445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84375" cy="6623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A1F8E" w:rsidRPr="00966E21" w:rsidRDefault="0037187B" w:rsidP="00BA1F8E">
                          <w:pPr>
                            <w:spacing w:line="276" w:lineRule="auto"/>
                            <w:rPr>
                              <w:rFonts w:ascii="Tahoma" w:hAnsi="Tahoma" w:cs="Tahoma"/>
                              <w:color w:val="808080"/>
                              <w:kern w:val="0"/>
                              <w:lang w:val="et-EE" w:eastAsia="et-EE"/>
                            </w:rPr>
                          </w:pPr>
                          <w:r w:rsidRPr="0037187B">
                            <w:rPr>
                              <w:rFonts w:ascii="Tahoma" w:hAnsi="Tahoma" w:cs="Tahoma"/>
                              <w:color w:val="808080"/>
                              <w:kern w:val="0"/>
                              <w:lang w:val="et-EE" w:eastAsia="et-EE"/>
                            </w:rPr>
                            <w:t>EE881010220094956011</w:t>
                          </w:r>
                          <w:r w:rsidR="00BA1F8E" w:rsidRPr="00966E21">
                            <w:rPr>
                              <w:rFonts w:ascii="Tahoma" w:hAnsi="Tahoma" w:cs="Tahoma"/>
                              <w:color w:val="808080"/>
                              <w:kern w:val="0"/>
                              <w:lang w:val="et-EE" w:eastAsia="et-EE"/>
                            </w:rPr>
                            <w:t xml:space="preserve"> </w:t>
                          </w:r>
                          <w:r w:rsidR="008B65C3">
                            <w:rPr>
                              <w:rFonts w:ascii="Tahoma" w:hAnsi="Tahoma" w:cs="Tahoma"/>
                              <w:color w:val="808080"/>
                              <w:kern w:val="0"/>
                              <w:lang w:val="et-EE" w:eastAsia="et-EE"/>
                            </w:rPr>
                            <w:t>(</w:t>
                          </w:r>
                          <w:r w:rsidR="00BA1F8E" w:rsidRPr="00966E21">
                            <w:rPr>
                              <w:rFonts w:ascii="Tahoma" w:hAnsi="Tahoma" w:cs="Tahoma"/>
                              <w:color w:val="808080"/>
                              <w:kern w:val="0"/>
                              <w:lang w:val="et-EE" w:eastAsia="et-EE"/>
                            </w:rPr>
                            <w:t>SEB</w:t>
                          </w:r>
                          <w:r w:rsidR="008B65C3">
                            <w:rPr>
                              <w:rFonts w:ascii="Tahoma" w:hAnsi="Tahoma" w:cs="Tahoma"/>
                              <w:color w:val="808080"/>
                              <w:kern w:val="0"/>
                              <w:lang w:val="et-EE" w:eastAsia="et-EE"/>
                            </w:rPr>
                            <w:t>)</w:t>
                          </w:r>
                        </w:p>
                        <w:p w:rsidR="00BA1F8E" w:rsidRPr="00966E21" w:rsidRDefault="008B65C3" w:rsidP="00BA1F8E">
                          <w:pPr>
                            <w:spacing w:line="276" w:lineRule="auto"/>
                            <w:rPr>
                              <w:rFonts w:ascii="Tahoma" w:hAnsi="Tahoma" w:cs="Tahoma"/>
                              <w:color w:val="808080"/>
                              <w:kern w:val="0"/>
                              <w:lang w:val="et-EE" w:eastAsia="et-EE"/>
                            </w:rPr>
                          </w:pPr>
                          <w:proofErr w:type="spellStart"/>
                          <w:r>
                            <w:rPr>
                              <w:rFonts w:ascii="Tahoma" w:hAnsi="Tahoma" w:cs="Tahoma"/>
                              <w:color w:val="808080"/>
                              <w:kern w:val="0"/>
                              <w:lang w:val="et-EE" w:eastAsia="et-EE"/>
                            </w:rPr>
                            <w:t>R</w:t>
                          </w:r>
                          <w:r w:rsidR="00BA1F8E" w:rsidRPr="00966E21">
                            <w:rPr>
                              <w:rFonts w:ascii="Tahoma" w:hAnsi="Tahoma" w:cs="Tahoma"/>
                              <w:color w:val="808080"/>
                              <w:kern w:val="0"/>
                              <w:lang w:val="et-EE" w:eastAsia="et-EE"/>
                            </w:rPr>
                            <w:t>eg</w:t>
                          </w:r>
                          <w:proofErr w:type="spellEnd"/>
                          <w:r>
                            <w:rPr>
                              <w:rFonts w:ascii="Tahoma" w:hAnsi="Tahoma" w:cs="Tahoma"/>
                              <w:color w:val="808080"/>
                              <w:kern w:val="0"/>
                              <w:lang w:val="et-EE" w:eastAsia="et-EE"/>
                            </w:rPr>
                            <w:t xml:space="preserve">. </w:t>
                          </w:r>
                          <w:r w:rsidR="00BA1F8E" w:rsidRPr="00966E21">
                            <w:rPr>
                              <w:rFonts w:ascii="Tahoma" w:hAnsi="Tahoma" w:cs="Tahoma"/>
                              <w:color w:val="808080"/>
                              <w:kern w:val="0"/>
                              <w:lang w:val="et-EE" w:eastAsia="et-EE"/>
                            </w:rPr>
                            <w:t>nr 80263015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id="Text Box 3" o:spid="_x0000_s1027" type="#_x0000_t202" style="position:absolute;margin-left:181.3pt;margin-top:17.7pt;width:156.25pt;height:52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" stroked="f">
              <v:textbox>
                <w:txbxContent>
                  <w:p w:rsidR="00BA1F8E" w:rsidRPr="00966E21" w:rsidRDefault="0037187B" w:rsidP="00BA1F8E">
                    <w:pPr>
                      <w:spacing w:line="276" w:lineRule="auto"/>
                      <w:rPr>
                        <w:rFonts w:ascii="Tahoma" w:hAnsi="Tahoma" w:cs="Tahoma"/>
                        <w:color w:val="808080"/>
                        <w:kern w:val="0"/>
                        <w:lang w:val="et-EE" w:eastAsia="et-EE"/>
                      </w:rPr>
                    </w:pPr>
                    <w:r w:rsidRPr="0037187B">
                      <w:rPr>
                        <w:rFonts w:ascii="Tahoma" w:hAnsi="Tahoma" w:cs="Tahoma"/>
                        <w:color w:val="808080"/>
                        <w:kern w:val="0"/>
                        <w:lang w:val="et-EE" w:eastAsia="et-EE"/>
                      </w:rPr>
                      <w:t>EE881010220094956011</w:t>
                    </w:r>
                    <w:r w:rsidR="00BA1F8E" w:rsidRPr="00966E21">
                      <w:rPr>
                        <w:rFonts w:ascii="Tahoma" w:hAnsi="Tahoma" w:cs="Tahoma"/>
                        <w:color w:val="808080"/>
                        <w:kern w:val="0"/>
                        <w:lang w:val="et-EE" w:eastAsia="et-EE"/>
                      </w:rPr>
                      <w:t xml:space="preserve"> </w:t>
                    </w:r>
                    <w:r w:rsidR="008B65C3">
                      <w:rPr>
                        <w:rFonts w:ascii="Tahoma" w:hAnsi="Tahoma" w:cs="Tahoma"/>
                        <w:color w:val="808080"/>
                        <w:kern w:val="0"/>
                        <w:lang w:val="et-EE" w:eastAsia="et-EE"/>
                      </w:rPr>
                      <w:t>(</w:t>
                    </w:r>
                    <w:r w:rsidR="00BA1F8E" w:rsidRPr="00966E21">
                      <w:rPr>
                        <w:rFonts w:ascii="Tahoma" w:hAnsi="Tahoma" w:cs="Tahoma"/>
                        <w:color w:val="808080"/>
                        <w:kern w:val="0"/>
                        <w:lang w:val="et-EE" w:eastAsia="et-EE"/>
                      </w:rPr>
                      <w:t>SEB</w:t>
                    </w:r>
                    <w:r w:rsidR="008B65C3">
                      <w:rPr>
                        <w:rFonts w:ascii="Tahoma" w:hAnsi="Tahoma" w:cs="Tahoma"/>
                        <w:color w:val="808080"/>
                        <w:kern w:val="0"/>
                        <w:lang w:val="et-EE" w:eastAsia="et-EE"/>
                      </w:rPr>
                      <w:t>)</w:t>
                    </w:r>
                  </w:p>
                  <w:p w:rsidR="00BA1F8E" w:rsidRPr="00966E21" w:rsidRDefault="008B65C3" w:rsidP="00BA1F8E">
                    <w:pPr>
                      <w:spacing w:line="276" w:lineRule="auto"/>
                      <w:rPr>
                        <w:rFonts w:ascii="Tahoma" w:hAnsi="Tahoma" w:cs="Tahoma"/>
                        <w:color w:val="808080"/>
                        <w:kern w:val="0"/>
                        <w:lang w:val="et-EE" w:eastAsia="et-EE"/>
                      </w:rPr>
                    </w:pPr>
                    <w:proofErr w:type="spellStart"/>
                    <w:r>
                      <w:rPr>
                        <w:rFonts w:ascii="Tahoma" w:hAnsi="Tahoma" w:cs="Tahoma"/>
                        <w:color w:val="808080"/>
                        <w:kern w:val="0"/>
                        <w:lang w:val="et-EE" w:eastAsia="et-EE"/>
                      </w:rPr>
                      <w:t>R</w:t>
                    </w:r>
                    <w:r w:rsidR="00BA1F8E" w:rsidRPr="00966E21">
                      <w:rPr>
                        <w:rFonts w:ascii="Tahoma" w:hAnsi="Tahoma" w:cs="Tahoma"/>
                        <w:color w:val="808080"/>
                        <w:kern w:val="0"/>
                        <w:lang w:val="et-EE" w:eastAsia="et-EE"/>
                      </w:rPr>
                      <w:t>eg</w:t>
                    </w:r>
                    <w:proofErr w:type="spellEnd"/>
                    <w:r>
                      <w:rPr>
                        <w:rFonts w:ascii="Tahoma" w:hAnsi="Tahoma" w:cs="Tahoma"/>
                        <w:color w:val="808080"/>
                        <w:kern w:val="0"/>
                        <w:lang w:val="et-EE" w:eastAsia="et-EE"/>
                      </w:rPr>
                      <w:t xml:space="preserve">. </w:t>
                    </w:r>
                    <w:r w:rsidR="00BA1F8E" w:rsidRPr="00966E21">
                      <w:rPr>
                        <w:rFonts w:ascii="Tahoma" w:hAnsi="Tahoma" w:cs="Tahoma"/>
                        <w:color w:val="808080"/>
                        <w:kern w:val="0"/>
                        <w:lang w:val="et-EE" w:eastAsia="et-EE"/>
                      </w:rPr>
                      <w:t>nr 80263015</w:t>
                    </w:r>
                  </w:p>
                </w:txbxContent>
              </v:textbox>
            </v:shape>
          </w:pict>
        </mc:Fallback>
      </mc:AlternateContent>
    </w:r>
    <w:r w:rsidRPr="00653EFC">
      <w:rPr>
        <w:b/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1189355</wp:posOffset>
              </wp:positionH>
              <wp:positionV relativeFrom="paragraph">
                <wp:posOffset>224790</wp:posOffset>
              </wp:positionV>
              <wp:extent cx="1179830" cy="662305"/>
              <wp:effectExtent l="2540" t="4445" r="0" b="0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79830" cy="6623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A1F8E" w:rsidRPr="00966E21" w:rsidRDefault="00BA1F8E" w:rsidP="00BA1F8E">
                          <w:pPr>
                            <w:rPr>
                              <w:rFonts w:ascii="Tahoma" w:hAnsi="Tahoma" w:cs="Tahoma"/>
                              <w:color w:val="808080"/>
                              <w:kern w:val="0"/>
                              <w:lang w:val="et-EE" w:eastAsia="et-EE"/>
                            </w:rPr>
                          </w:pPr>
                          <w:r w:rsidRPr="00966E21">
                            <w:rPr>
                              <w:rFonts w:ascii="Tahoma" w:hAnsi="Tahoma" w:cs="Tahoma"/>
                              <w:color w:val="808080"/>
                              <w:kern w:val="0"/>
                              <w:lang w:val="et-EE" w:eastAsia="et-EE"/>
                            </w:rPr>
                            <w:t>Postiaadress</w:t>
                          </w:r>
                          <w:r w:rsidR="00653EFC">
                            <w:rPr>
                              <w:rFonts w:ascii="Tahoma" w:hAnsi="Tahoma" w:cs="Tahoma"/>
                              <w:color w:val="808080"/>
                              <w:kern w:val="0"/>
                              <w:lang w:val="et-EE" w:eastAsia="et-EE"/>
                            </w:rPr>
                            <w:t>:</w:t>
                          </w:r>
                        </w:p>
                        <w:p w:rsidR="00BA1F8E" w:rsidRPr="00966E21" w:rsidRDefault="00BA1F8E" w:rsidP="00BA1F8E">
                          <w:pPr>
                            <w:rPr>
                              <w:rFonts w:ascii="Tahoma" w:hAnsi="Tahoma" w:cs="Tahoma"/>
                              <w:color w:val="808080"/>
                              <w:kern w:val="0"/>
                              <w:lang w:val="et-EE" w:eastAsia="et-EE"/>
                            </w:rPr>
                          </w:pPr>
                          <w:r w:rsidRPr="00966E21">
                            <w:rPr>
                              <w:rFonts w:ascii="Tahoma" w:hAnsi="Tahoma" w:cs="Tahoma"/>
                              <w:color w:val="808080"/>
                              <w:kern w:val="0"/>
                              <w:lang w:val="et-EE" w:eastAsia="et-EE"/>
                            </w:rPr>
                            <w:t>Liiva 12b</w:t>
                          </w:r>
                        </w:p>
                        <w:p w:rsidR="00BA1F8E" w:rsidRPr="00966E21" w:rsidRDefault="00BA1F8E" w:rsidP="00BA1F8E">
                          <w:r w:rsidRPr="00966E21">
                            <w:rPr>
                              <w:rFonts w:ascii="Tahoma" w:hAnsi="Tahoma" w:cs="Tahoma"/>
                              <w:color w:val="808080"/>
                              <w:kern w:val="0"/>
                              <w:lang w:val="et-EE" w:eastAsia="et-EE"/>
                            </w:rPr>
                            <w:t>65609</w:t>
                          </w:r>
                          <w:r>
                            <w:rPr>
                              <w:rFonts w:ascii="Tahoma" w:hAnsi="Tahoma" w:cs="Tahoma"/>
                              <w:color w:val="808080"/>
                              <w:kern w:val="0"/>
                              <w:lang w:val="et-EE" w:eastAsia="et-EE"/>
                            </w:rPr>
                            <w:t xml:space="preserve"> Võru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id="Text Box 5" o:spid="_x0000_s1028" type="#_x0000_t202" style="position:absolute;margin-left:93.65pt;margin-top:17.7pt;width:92.9pt;height:52.1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" stroked="f">
              <v:textbox>
                <w:txbxContent>
                  <w:p w:rsidR="00BA1F8E" w:rsidRPr="00966E21" w:rsidRDefault="00BA1F8E" w:rsidP="00BA1F8E">
                    <w:pPr>
                      <w:rPr>
                        <w:rFonts w:ascii="Tahoma" w:hAnsi="Tahoma" w:cs="Tahoma"/>
                        <w:color w:val="808080"/>
                        <w:kern w:val="0"/>
                        <w:lang w:val="et-EE" w:eastAsia="et-EE"/>
                      </w:rPr>
                    </w:pPr>
                    <w:r w:rsidRPr="00966E21">
                      <w:rPr>
                        <w:rFonts w:ascii="Tahoma" w:hAnsi="Tahoma" w:cs="Tahoma"/>
                        <w:color w:val="808080"/>
                        <w:kern w:val="0"/>
                        <w:lang w:val="et-EE" w:eastAsia="et-EE"/>
                      </w:rPr>
                      <w:t>Postiaadress</w:t>
                    </w:r>
                    <w:r w:rsidR="00653EFC">
                      <w:rPr>
                        <w:rFonts w:ascii="Tahoma" w:hAnsi="Tahoma" w:cs="Tahoma"/>
                        <w:color w:val="808080"/>
                        <w:kern w:val="0"/>
                        <w:lang w:val="et-EE" w:eastAsia="et-EE"/>
                      </w:rPr>
                      <w:t>:</w:t>
                    </w:r>
                  </w:p>
                  <w:p w:rsidR="00BA1F8E" w:rsidRPr="00966E21" w:rsidRDefault="00BA1F8E" w:rsidP="00BA1F8E">
                    <w:pPr>
                      <w:rPr>
                        <w:rFonts w:ascii="Tahoma" w:hAnsi="Tahoma" w:cs="Tahoma"/>
                        <w:color w:val="808080"/>
                        <w:kern w:val="0"/>
                        <w:lang w:val="et-EE" w:eastAsia="et-EE"/>
                      </w:rPr>
                    </w:pPr>
                    <w:r w:rsidRPr="00966E21">
                      <w:rPr>
                        <w:rFonts w:ascii="Tahoma" w:hAnsi="Tahoma" w:cs="Tahoma"/>
                        <w:color w:val="808080"/>
                        <w:kern w:val="0"/>
                        <w:lang w:val="et-EE" w:eastAsia="et-EE"/>
                      </w:rPr>
                      <w:t>Liiva 12b</w:t>
                    </w:r>
                  </w:p>
                  <w:p w:rsidR="00BA1F8E" w:rsidRPr="00966E21" w:rsidRDefault="00BA1F8E" w:rsidP="00BA1F8E">
                    <w:r w:rsidRPr="00966E21">
                      <w:rPr>
                        <w:rFonts w:ascii="Tahoma" w:hAnsi="Tahoma" w:cs="Tahoma"/>
                        <w:color w:val="808080"/>
                        <w:kern w:val="0"/>
                        <w:lang w:val="et-EE" w:eastAsia="et-EE"/>
                      </w:rPr>
                      <w:t>65609</w:t>
                    </w:r>
                    <w:r>
                      <w:rPr>
                        <w:rFonts w:ascii="Tahoma" w:hAnsi="Tahoma" w:cs="Tahoma"/>
                        <w:color w:val="808080"/>
                        <w:kern w:val="0"/>
                        <w:lang w:val="et-EE" w:eastAsia="et-EE"/>
                      </w:rPr>
                      <w:t xml:space="preserve"> Võru</w:t>
                    </w:r>
                  </w:p>
                </w:txbxContent>
              </v:textbox>
            </v:shape>
          </w:pict>
        </mc:Fallback>
      </mc:AlternateContent>
    </w:r>
    <w:r w:rsidR="00BA1F8E" w:rsidRPr="00653EFC">
      <w:rPr>
        <w:rFonts w:ascii="Tahoma" w:hAnsi="Tahoma" w:cs="Tahoma"/>
        <w:b/>
        <w:color w:val="808080"/>
        <w:kern w:val="0"/>
        <w:sz w:val="24"/>
        <w:szCs w:val="24"/>
        <w:lang w:val="et-EE" w:eastAsia="et-EE"/>
      </w:rPr>
      <w:t>MTÜ Toetuskeskus Meiela</w:t>
    </w:r>
  </w:p>
  <w:p w:rsidR="00BA1F8E" w:rsidRDefault="00BA1F8E" w:rsidP="00BA1F8E">
    <w:pPr>
      <w:rPr>
        <w:rFonts w:ascii="Tahoma" w:hAnsi="Tahoma" w:cs="Tahoma"/>
        <w:color w:val="808080"/>
        <w:kern w:val="0"/>
        <w:lang w:val="et-EE" w:eastAsia="et-EE"/>
      </w:rPr>
    </w:pPr>
    <w:r w:rsidRPr="00966E21">
      <w:rPr>
        <w:rFonts w:ascii="Tahoma" w:hAnsi="Tahoma" w:cs="Tahoma"/>
        <w:color w:val="808080"/>
        <w:kern w:val="0"/>
        <w:lang w:val="et-EE" w:eastAsia="et-EE"/>
      </w:rPr>
      <w:t>Asukoht</w:t>
    </w:r>
    <w:r w:rsidR="00653EFC">
      <w:rPr>
        <w:rFonts w:ascii="Tahoma" w:hAnsi="Tahoma" w:cs="Tahoma"/>
        <w:color w:val="808080"/>
        <w:kern w:val="0"/>
        <w:lang w:val="et-EE" w:eastAsia="et-EE"/>
      </w:rPr>
      <w:t>:</w:t>
    </w:r>
  </w:p>
  <w:p w:rsidR="00BA1F8E" w:rsidRPr="00966E21" w:rsidRDefault="00BA1F8E" w:rsidP="00BA1F8E">
    <w:pPr>
      <w:rPr>
        <w:rFonts w:ascii="Tahoma" w:hAnsi="Tahoma" w:cs="Tahoma"/>
        <w:color w:val="808080"/>
        <w:kern w:val="0"/>
        <w:lang w:val="et-EE" w:eastAsia="et-EE"/>
      </w:rPr>
    </w:pPr>
    <w:proofErr w:type="spellStart"/>
    <w:r>
      <w:rPr>
        <w:rFonts w:ascii="Tahoma" w:hAnsi="Tahoma" w:cs="Tahoma"/>
        <w:color w:val="808080"/>
        <w:kern w:val="0"/>
        <w:lang w:val="et-EE" w:eastAsia="et-EE"/>
      </w:rPr>
      <w:t>Nõnova</w:t>
    </w:r>
    <w:proofErr w:type="spellEnd"/>
    <w:r>
      <w:rPr>
        <w:rFonts w:ascii="Tahoma" w:hAnsi="Tahoma" w:cs="Tahoma"/>
        <w:color w:val="808080"/>
        <w:kern w:val="0"/>
        <w:lang w:val="et-EE" w:eastAsia="et-EE"/>
      </w:rPr>
      <w:t xml:space="preserve"> küla</w:t>
    </w:r>
  </w:p>
  <w:p w:rsidR="00BA1F8E" w:rsidRPr="00966E21" w:rsidRDefault="00BA1F8E" w:rsidP="00BA1F8E">
    <w:pPr>
      <w:rPr>
        <w:color w:val="auto"/>
        <w:kern w:val="0"/>
        <w:lang w:val="et-EE" w:eastAsia="et-EE"/>
      </w:rPr>
    </w:pPr>
    <w:r w:rsidRPr="00966E21">
      <w:rPr>
        <w:rFonts w:ascii="Tahoma" w:hAnsi="Tahoma" w:cs="Tahoma"/>
        <w:color w:val="808080"/>
        <w:kern w:val="0"/>
        <w:lang w:val="et-EE" w:eastAsia="et-EE"/>
      </w:rPr>
      <w:t>Lasva vald</w:t>
    </w:r>
  </w:p>
  <w:p w:rsidR="00BA1F8E" w:rsidRPr="00966E21" w:rsidRDefault="00BA1F8E" w:rsidP="00BA1F8E">
    <w:pPr>
      <w:rPr>
        <w:color w:val="auto"/>
        <w:kern w:val="0"/>
        <w:lang w:val="et-EE" w:eastAsia="et-EE"/>
      </w:rPr>
    </w:pPr>
    <w:r>
      <w:rPr>
        <w:rFonts w:ascii="Tahoma" w:hAnsi="Tahoma" w:cs="Tahoma"/>
        <w:color w:val="808080"/>
        <w:kern w:val="0"/>
        <w:lang w:val="et-EE" w:eastAsia="et-EE"/>
      </w:rPr>
      <w:t>Võru maakond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5BE6" w:rsidRDefault="00D65BE6">
      <w:r>
        <w:separator/>
      </w:r>
    </w:p>
  </w:footnote>
  <w:footnote w:type="continuationSeparator" w:id="0">
    <w:p w:rsidR="00D65BE6" w:rsidRDefault="00D65B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1F8E" w:rsidRDefault="00BA1F8E" w:rsidP="00BA1F8E">
    <w:pPr>
      <w:pStyle w:val="Pis"/>
      <w:tabs>
        <w:tab w:val="clear" w:pos="9072"/>
      </w:tabs>
    </w:pPr>
    <w:r>
      <w:tab/>
    </w:r>
  </w:p>
  <w:p w:rsidR="00B84F28" w:rsidRDefault="00B84F28" w:rsidP="00B84F28">
    <w:pPr>
      <w:pStyle w:val="Pis"/>
      <w:jc w:val="center"/>
    </w:pPr>
    <w:r>
      <w:rPr>
        <w:noProof/>
        <w:lang w:val="et-EE" w:eastAsia="et-EE"/>
      </w:rPr>
      <w:drawing>
        <wp:inline distT="0" distB="0" distL="0" distR="0" wp14:anchorId="28C6BEF9" wp14:editId="6B991B64">
          <wp:extent cx="1581372" cy="1152525"/>
          <wp:effectExtent l="0" t="0" r="0" b="0"/>
          <wp:docPr id="17" name="Pilt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lt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5832" cy="116306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84F28" w:rsidRPr="003D3347" w:rsidRDefault="00B84F28" w:rsidP="00B84F28">
    <w:pPr>
      <w:pStyle w:val="Pis"/>
      <w:jc w:val="center"/>
      <w:rPr>
        <w:sz w:val="36"/>
      </w:rPr>
    </w:pPr>
    <w:r w:rsidRPr="003D3347">
      <w:rPr>
        <w:sz w:val="36"/>
      </w:rPr>
      <w:t>MTÜ TOETUSKESKUS MEIELA</w:t>
    </w:r>
  </w:p>
  <w:p w:rsidR="00BA1F8E" w:rsidRDefault="001E6E74" w:rsidP="00B84F28">
    <w:pPr>
      <w:pStyle w:val="Pis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7.25pt;height:1.5pt" o:hrpct="0" o:hralign="center" o:hr="t">
          <v:imagedata r:id="rId2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25F9D"/>
    <w:multiLevelType w:val="hybridMultilevel"/>
    <w:tmpl w:val="3C00272C"/>
    <w:lvl w:ilvl="0" w:tplc="5B74EE28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2781" w:hanging="360"/>
      </w:pPr>
    </w:lvl>
    <w:lvl w:ilvl="2" w:tplc="0425001B" w:tentative="1">
      <w:start w:val="1"/>
      <w:numFmt w:val="lowerRoman"/>
      <w:lvlText w:val="%3."/>
      <w:lvlJc w:val="right"/>
      <w:pPr>
        <w:ind w:left="3501" w:hanging="180"/>
      </w:pPr>
    </w:lvl>
    <w:lvl w:ilvl="3" w:tplc="0425000F" w:tentative="1">
      <w:start w:val="1"/>
      <w:numFmt w:val="decimal"/>
      <w:lvlText w:val="%4."/>
      <w:lvlJc w:val="left"/>
      <w:pPr>
        <w:ind w:left="4221" w:hanging="360"/>
      </w:pPr>
    </w:lvl>
    <w:lvl w:ilvl="4" w:tplc="04250019" w:tentative="1">
      <w:start w:val="1"/>
      <w:numFmt w:val="lowerLetter"/>
      <w:lvlText w:val="%5."/>
      <w:lvlJc w:val="left"/>
      <w:pPr>
        <w:ind w:left="4941" w:hanging="360"/>
      </w:pPr>
    </w:lvl>
    <w:lvl w:ilvl="5" w:tplc="0425001B" w:tentative="1">
      <w:start w:val="1"/>
      <w:numFmt w:val="lowerRoman"/>
      <w:lvlText w:val="%6."/>
      <w:lvlJc w:val="right"/>
      <w:pPr>
        <w:ind w:left="5661" w:hanging="180"/>
      </w:pPr>
    </w:lvl>
    <w:lvl w:ilvl="6" w:tplc="0425000F" w:tentative="1">
      <w:start w:val="1"/>
      <w:numFmt w:val="decimal"/>
      <w:lvlText w:val="%7."/>
      <w:lvlJc w:val="left"/>
      <w:pPr>
        <w:ind w:left="6381" w:hanging="360"/>
      </w:pPr>
    </w:lvl>
    <w:lvl w:ilvl="7" w:tplc="04250019" w:tentative="1">
      <w:start w:val="1"/>
      <w:numFmt w:val="lowerLetter"/>
      <w:lvlText w:val="%8."/>
      <w:lvlJc w:val="left"/>
      <w:pPr>
        <w:ind w:left="7101" w:hanging="360"/>
      </w:pPr>
    </w:lvl>
    <w:lvl w:ilvl="8" w:tplc="042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" w15:restartNumberingAfterBreak="0">
    <w:nsid w:val="1B1076BA"/>
    <w:multiLevelType w:val="hybridMultilevel"/>
    <w:tmpl w:val="FD02D498"/>
    <w:lvl w:ilvl="0" w:tplc="1696D132">
      <w:start w:val="13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2880" w:hanging="360"/>
      </w:pPr>
    </w:lvl>
    <w:lvl w:ilvl="2" w:tplc="0425001B" w:tentative="1">
      <w:start w:val="1"/>
      <w:numFmt w:val="lowerRoman"/>
      <w:lvlText w:val="%3."/>
      <w:lvlJc w:val="right"/>
      <w:pPr>
        <w:ind w:left="3600" w:hanging="180"/>
      </w:pPr>
    </w:lvl>
    <w:lvl w:ilvl="3" w:tplc="0425000F" w:tentative="1">
      <w:start w:val="1"/>
      <w:numFmt w:val="decimal"/>
      <w:lvlText w:val="%4."/>
      <w:lvlJc w:val="left"/>
      <w:pPr>
        <w:ind w:left="4320" w:hanging="360"/>
      </w:pPr>
    </w:lvl>
    <w:lvl w:ilvl="4" w:tplc="04250019" w:tentative="1">
      <w:start w:val="1"/>
      <w:numFmt w:val="lowerLetter"/>
      <w:lvlText w:val="%5."/>
      <w:lvlJc w:val="left"/>
      <w:pPr>
        <w:ind w:left="5040" w:hanging="360"/>
      </w:pPr>
    </w:lvl>
    <w:lvl w:ilvl="5" w:tplc="0425001B" w:tentative="1">
      <w:start w:val="1"/>
      <w:numFmt w:val="lowerRoman"/>
      <w:lvlText w:val="%6."/>
      <w:lvlJc w:val="right"/>
      <w:pPr>
        <w:ind w:left="5760" w:hanging="180"/>
      </w:pPr>
    </w:lvl>
    <w:lvl w:ilvl="6" w:tplc="0425000F" w:tentative="1">
      <w:start w:val="1"/>
      <w:numFmt w:val="decimal"/>
      <w:lvlText w:val="%7."/>
      <w:lvlJc w:val="left"/>
      <w:pPr>
        <w:ind w:left="6480" w:hanging="360"/>
      </w:pPr>
    </w:lvl>
    <w:lvl w:ilvl="7" w:tplc="04250019" w:tentative="1">
      <w:start w:val="1"/>
      <w:numFmt w:val="lowerLetter"/>
      <w:lvlText w:val="%8."/>
      <w:lvlJc w:val="left"/>
      <w:pPr>
        <w:ind w:left="7200" w:hanging="360"/>
      </w:pPr>
    </w:lvl>
    <w:lvl w:ilvl="8" w:tplc="042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29F4361C"/>
    <w:multiLevelType w:val="hybridMultilevel"/>
    <w:tmpl w:val="68364EE2"/>
    <w:lvl w:ilvl="0" w:tplc="3C9C95E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 w15:restartNumberingAfterBreak="0">
    <w:nsid w:val="67EE6344"/>
    <w:multiLevelType w:val="multilevel"/>
    <w:tmpl w:val="F9D860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4" w15:restartNumberingAfterBreak="0">
    <w:nsid w:val="6ED76E37"/>
    <w:multiLevelType w:val="hybridMultilevel"/>
    <w:tmpl w:val="D71CEA34"/>
    <w:lvl w:ilvl="0" w:tplc="6FA2FD8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2520" w:hanging="360"/>
      </w:pPr>
    </w:lvl>
    <w:lvl w:ilvl="2" w:tplc="0425001B" w:tentative="1">
      <w:start w:val="1"/>
      <w:numFmt w:val="lowerRoman"/>
      <w:lvlText w:val="%3."/>
      <w:lvlJc w:val="right"/>
      <w:pPr>
        <w:ind w:left="3240" w:hanging="180"/>
      </w:pPr>
    </w:lvl>
    <w:lvl w:ilvl="3" w:tplc="0425000F" w:tentative="1">
      <w:start w:val="1"/>
      <w:numFmt w:val="decimal"/>
      <w:lvlText w:val="%4."/>
      <w:lvlJc w:val="left"/>
      <w:pPr>
        <w:ind w:left="3960" w:hanging="360"/>
      </w:pPr>
    </w:lvl>
    <w:lvl w:ilvl="4" w:tplc="04250019" w:tentative="1">
      <w:start w:val="1"/>
      <w:numFmt w:val="lowerLetter"/>
      <w:lvlText w:val="%5."/>
      <w:lvlJc w:val="left"/>
      <w:pPr>
        <w:ind w:left="4680" w:hanging="360"/>
      </w:pPr>
    </w:lvl>
    <w:lvl w:ilvl="5" w:tplc="0425001B" w:tentative="1">
      <w:start w:val="1"/>
      <w:numFmt w:val="lowerRoman"/>
      <w:lvlText w:val="%6."/>
      <w:lvlJc w:val="right"/>
      <w:pPr>
        <w:ind w:left="5400" w:hanging="180"/>
      </w:pPr>
    </w:lvl>
    <w:lvl w:ilvl="6" w:tplc="0425000F" w:tentative="1">
      <w:start w:val="1"/>
      <w:numFmt w:val="decimal"/>
      <w:lvlText w:val="%7."/>
      <w:lvlJc w:val="left"/>
      <w:pPr>
        <w:ind w:left="6120" w:hanging="360"/>
      </w:pPr>
    </w:lvl>
    <w:lvl w:ilvl="7" w:tplc="04250019" w:tentative="1">
      <w:start w:val="1"/>
      <w:numFmt w:val="lowerLetter"/>
      <w:lvlText w:val="%8."/>
      <w:lvlJc w:val="left"/>
      <w:pPr>
        <w:ind w:left="6840" w:hanging="360"/>
      </w:pPr>
    </w:lvl>
    <w:lvl w:ilvl="8" w:tplc="042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7BA246C6"/>
    <w:multiLevelType w:val="hybridMultilevel"/>
    <w:tmpl w:val="0D606CB0"/>
    <w:lvl w:ilvl="0" w:tplc="1A9AD33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82A"/>
    <w:rsid w:val="00054CBC"/>
    <w:rsid w:val="00092BFA"/>
    <w:rsid w:val="000A03FB"/>
    <w:rsid w:val="00111F7E"/>
    <w:rsid w:val="00126306"/>
    <w:rsid w:val="001516F1"/>
    <w:rsid w:val="001552CF"/>
    <w:rsid w:val="001610E0"/>
    <w:rsid w:val="00163FD3"/>
    <w:rsid w:val="00164E24"/>
    <w:rsid w:val="0016685B"/>
    <w:rsid w:val="00172A23"/>
    <w:rsid w:val="001944DE"/>
    <w:rsid w:val="001B4A38"/>
    <w:rsid w:val="001D7473"/>
    <w:rsid w:val="001E547F"/>
    <w:rsid w:val="001E6E74"/>
    <w:rsid w:val="00200D45"/>
    <w:rsid w:val="00201250"/>
    <w:rsid w:val="002052FC"/>
    <w:rsid w:val="00214956"/>
    <w:rsid w:val="002353B2"/>
    <w:rsid w:val="00247925"/>
    <w:rsid w:val="00275E21"/>
    <w:rsid w:val="0032360F"/>
    <w:rsid w:val="00324BD8"/>
    <w:rsid w:val="00342425"/>
    <w:rsid w:val="003601C2"/>
    <w:rsid w:val="00364484"/>
    <w:rsid w:val="0037187B"/>
    <w:rsid w:val="003773C5"/>
    <w:rsid w:val="00384531"/>
    <w:rsid w:val="003856D6"/>
    <w:rsid w:val="00467C9F"/>
    <w:rsid w:val="004A56D5"/>
    <w:rsid w:val="004A6491"/>
    <w:rsid w:val="004B3B92"/>
    <w:rsid w:val="004F120E"/>
    <w:rsid w:val="00524F1B"/>
    <w:rsid w:val="005515CB"/>
    <w:rsid w:val="005771A2"/>
    <w:rsid w:val="005C48F9"/>
    <w:rsid w:val="005D2343"/>
    <w:rsid w:val="005E346D"/>
    <w:rsid w:val="005F46F3"/>
    <w:rsid w:val="00620993"/>
    <w:rsid w:val="00626EE8"/>
    <w:rsid w:val="00630A59"/>
    <w:rsid w:val="00653EFC"/>
    <w:rsid w:val="006B069E"/>
    <w:rsid w:val="006B782A"/>
    <w:rsid w:val="006C1F06"/>
    <w:rsid w:val="006F2C31"/>
    <w:rsid w:val="00717B74"/>
    <w:rsid w:val="00732093"/>
    <w:rsid w:val="00762601"/>
    <w:rsid w:val="007642AF"/>
    <w:rsid w:val="007B0664"/>
    <w:rsid w:val="00805EC5"/>
    <w:rsid w:val="00886F27"/>
    <w:rsid w:val="00890AE9"/>
    <w:rsid w:val="008A22A6"/>
    <w:rsid w:val="008B65C3"/>
    <w:rsid w:val="008C596F"/>
    <w:rsid w:val="008F23AE"/>
    <w:rsid w:val="008F7B30"/>
    <w:rsid w:val="009252E8"/>
    <w:rsid w:val="00934C0D"/>
    <w:rsid w:val="00935C56"/>
    <w:rsid w:val="00940577"/>
    <w:rsid w:val="0096189C"/>
    <w:rsid w:val="009739E7"/>
    <w:rsid w:val="009C3CE2"/>
    <w:rsid w:val="009D6901"/>
    <w:rsid w:val="009E2293"/>
    <w:rsid w:val="00A1547B"/>
    <w:rsid w:val="00A37B5F"/>
    <w:rsid w:val="00A41F7C"/>
    <w:rsid w:val="00A55CDB"/>
    <w:rsid w:val="00A73663"/>
    <w:rsid w:val="00A84A17"/>
    <w:rsid w:val="00AD0982"/>
    <w:rsid w:val="00AD2978"/>
    <w:rsid w:val="00AE7A9F"/>
    <w:rsid w:val="00AF2060"/>
    <w:rsid w:val="00B2245B"/>
    <w:rsid w:val="00B335A7"/>
    <w:rsid w:val="00B8182D"/>
    <w:rsid w:val="00B81C2A"/>
    <w:rsid w:val="00B84F28"/>
    <w:rsid w:val="00BA1F8E"/>
    <w:rsid w:val="00BA6C5C"/>
    <w:rsid w:val="00BB3B98"/>
    <w:rsid w:val="00BD45FC"/>
    <w:rsid w:val="00BE06C1"/>
    <w:rsid w:val="00C04187"/>
    <w:rsid w:val="00C61304"/>
    <w:rsid w:val="00C623C9"/>
    <w:rsid w:val="00C6389C"/>
    <w:rsid w:val="00C84AFA"/>
    <w:rsid w:val="00C85087"/>
    <w:rsid w:val="00CC41ED"/>
    <w:rsid w:val="00CE4FCA"/>
    <w:rsid w:val="00D22FBF"/>
    <w:rsid w:val="00D23EA9"/>
    <w:rsid w:val="00D244EE"/>
    <w:rsid w:val="00D27F51"/>
    <w:rsid w:val="00D35A7E"/>
    <w:rsid w:val="00D65BE6"/>
    <w:rsid w:val="00E02918"/>
    <w:rsid w:val="00E2262B"/>
    <w:rsid w:val="00E76BBD"/>
    <w:rsid w:val="00E904E4"/>
    <w:rsid w:val="00EA697B"/>
    <w:rsid w:val="00EA7E21"/>
    <w:rsid w:val="00EB2D82"/>
    <w:rsid w:val="00ED4392"/>
    <w:rsid w:val="00EE375A"/>
    <w:rsid w:val="00EF58EB"/>
    <w:rsid w:val="00EF740B"/>
    <w:rsid w:val="00F8741D"/>
    <w:rsid w:val="00FA4982"/>
    <w:rsid w:val="00FB1323"/>
    <w:rsid w:val="00FB1765"/>
    <w:rsid w:val="00FB4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  <w14:docId w14:val="59B5907E"/>
  <w15:chartTrackingRefBased/>
  <w15:docId w15:val="{A218FD6A-439A-4832-A52F-6C4F9BE16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8F23AE"/>
    <w:rPr>
      <w:color w:val="000000"/>
      <w:kern w:val="28"/>
      <w:lang w:val="en-US"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rsid w:val="008F23AE"/>
    <w:pPr>
      <w:tabs>
        <w:tab w:val="center" w:pos="4536"/>
        <w:tab w:val="right" w:pos="9072"/>
      </w:tabs>
    </w:pPr>
  </w:style>
  <w:style w:type="character" w:customStyle="1" w:styleId="PisMrk">
    <w:name w:val="Päis Märk"/>
    <w:link w:val="Pis"/>
    <w:locked/>
    <w:rsid w:val="008F23AE"/>
    <w:rPr>
      <w:color w:val="000000"/>
      <w:kern w:val="28"/>
      <w:lang w:val="en-US" w:eastAsia="en-US" w:bidi="ar-SA"/>
    </w:rPr>
  </w:style>
  <w:style w:type="paragraph" w:styleId="Jalus">
    <w:name w:val="footer"/>
    <w:basedOn w:val="Normaallaad"/>
    <w:link w:val="JalusMrk"/>
    <w:rsid w:val="008F23AE"/>
    <w:pPr>
      <w:tabs>
        <w:tab w:val="center" w:pos="4536"/>
        <w:tab w:val="right" w:pos="9072"/>
      </w:tabs>
    </w:pPr>
  </w:style>
  <w:style w:type="character" w:customStyle="1" w:styleId="JalusMrk">
    <w:name w:val="Jalus Märk"/>
    <w:link w:val="Jalus"/>
    <w:locked/>
    <w:rsid w:val="008F23AE"/>
    <w:rPr>
      <w:color w:val="000000"/>
      <w:kern w:val="28"/>
      <w:lang w:val="en-US" w:eastAsia="en-US" w:bidi="ar-SA"/>
    </w:rPr>
  </w:style>
  <w:style w:type="paragraph" w:styleId="Jutumullitekst">
    <w:name w:val="Balloon Text"/>
    <w:basedOn w:val="Normaallaad"/>
    <w:link w:val="JutumullitekstMrk"/>
    <w:rsid w:val="0037187B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37187B"/>
    <w:rPr>
      <w:rFonts w:ascii="Tahoma" w:hAnsi="Tahoma" w:cs="Tahoma"/>
      <w:color w:val="000000"/>
      <w:kern w:val="28"/>
      <w:sz w:val="16"/>
      <w:szCs w:val="16"/>
      <w:lang w:val="en-US" w:eastAsia="en-US"/>
    </w:rPr>
  </w:style>
  <w:style w:type="paragraph" w:styleId="Loendilik">
    <w:name w:val="List Paragraph"/>
    <w:basedOn w:val="Normaallaad"/>
    <w:uiPriority w:val="34"/>
    <w:qFormat/>
    <w:rsid w:val="00364484"/>
    <w:pPr>
      <w:spacing w:after="160" w:line="256" w:lineRule="auto"/>
      <w:ind w:left="720"/>
      <w:contextualSpacing/>
    </w:pPr>
    <w:rPr>
      <w:rFonts w:ascii="Calibri" w:eastAsia="Calibri" w:hAnsi="Calibri"/>
      <w:color w:val="auto"/>
      <w:kern w:val="0"/>
      <w:sz w:val="22"/>
      <w:szCs w:val="22"/>
      <w:lang w:val="et-EE"/>
    </w:rPr>
  </w:style>
  <w:style w:type="character" w:styleId="Hperlink">
    <w:name w:val="Hyperlink"/>
    <w:basedOn w:val="Liguvaikefont"/>
    <w:rsid w:val="006B782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49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una@rescue.e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did\Blanketid\&#220;ldplank_2016.dotx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Üldplank_2016</Template>
  <TotalTime>1</TotalTime>
  <Pages>1</Pages>
  <Words>52</Words>
  <Characters>442</Characters>
  <Application>Microsoft Office Word</Application>
  <DocSecurity>4</DocSecurity>
  <Lines>3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VJK</Company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</dc:creator>
  <cp:keywords/>
  <cp:lastModifiedBy>Meiela</cp:lastModifiedBy>
  <cp:revision>2</cp:revision>
  <cp:lastPrinted>2016-03-28T12:42:00Z</cp:lastPrinted>
  <dcterms:created xsi:type="dcterms:W3CDTF">2025-05-16T09:26:00Z</dcterms:created>
  <dcterms:modified xsi:type="dcterms:W3CDTF">2025-05-16T09:26:00Z</dcterms:modified>
</cp:coreProperties>
</file>